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2FC4EF4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72A05">
        <w:rPr>
          <w:rStyle w:val="Strong"/>
          <w:rFonts w:asciiTheme="minorHAnsi" w:hAnsiTheme="minorHAnsi" w:cstheme="minorHAnsi"/>
          <w:lang w:val="en-GB"/>
        </w:rPr>
        <w:t>RF</w:t>
      </w:r>
      <w:r w:rsidR="006043EE" w:rsidRPr="00972A05">
        <w:rPr>
          <w:rStyle w:val="Strong"/>
          <w:rFonts w:asciiTheme="minorHAnsi" w:hAnsiTheme="minorHAnsi" w:cstheme="minorHAnsi"/>
          <w:lang w:val="en-GB"/>
        </w:rPr>
        <w:t>P</w:t>
      </w:r>
      <w:r w:rsidRPr="00972A05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EA1825">
        <w:rPr>
          <w:rStyle w:val="Strong"/>
          <w:rFonts w:asciiTheme="minorHAnsi" w:hAnsiTheme="minorHAnsi" w:cstheme="minorHAnsi"/>
          <w:lang w:val="en-GB"/>
        </w:rPr>
        <w:t>23-W003-24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116A20">
        <w:rPr>
          <w:rFonts w:ascii="Calibri" w:hAnsi="Calibri" w:cs="Calibri"/>
          <w:highlight w:val="yellow"/>
        </w:rPr>
        <w:t>Kiribati Public Procurement Web</w:t>
      </w:r>
      <w:r w:rsidR="00AD7F57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r w:rsidR="005D47B8">
        <w:rPr>
          <w:rStyle w:val="Hyperlink"/>
          <w:rFonts w:ascii="Calibri" w:hAnsi="Calibri" w:cs="Calibri"/>
          <w:lang w:val="en-GB"/>
        </w:rPr>
        <w:t>www.procurement.gov.ki/opentender</w:t>
      </w:r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C15299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B0293A" w:rsidRPr="00F9710B">
        <w:rPr>
          <w:rFonts w:ascii="Calibri" w:hAnsi="Calibri" w:cs="Calibri"/>
          <w:highlight w:val="yellow"/>
        </w:rPr>
        <w:t>6</w:t>
      </w:r>
      <w:r w:rsidRPr="00F9710B">
        <w:rPr>
          <w:rFonts w:ascii="Calibri" w:hAnsi="Calibri" w:cs="Calibri"/>
          <w:highlight w:val="yellow"/>
        </w:rPr>
        <w:t>-1</w:t>
      </w:r>
      <w:r w:rsidR="00B0293A" w:rsidRPr="00F9710B">
        <w:rPr>
          <w:rFonts w:ascii="Calibri" w:hAnsi="Calibri" w:cs="Calibri"/>
          <w:highlight w:val="yellow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6582EA1A" w:rsidR="00B0293A" w:rsidRPr="00532E97" w:rsidRDefault="00D207FD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26/07/2024</w:t>
            </w:r>
          </w:p>
        </w:tc>
      </w:tr>
      <w:tr w:rsidR="00B0293A" w:rsidRPr="00A33618" w14:paraId="5922C38F" w14:textId="77777777" w:rsidTr="00F9710B">
        <w:tc>
          <w:tcPr>
            <w:tcW w:w="4673" w:type="dxa"/>
            <w:shd w:val="clear" w:color="auto" w:fill="auto"/>
          </w:tcPr>
          <w:p w14:paraId="779DD94D" w14:textId="4F947B95" w:rsidR="00B0293A" w:rsidRPr="00B0293A" w:rsidRDefault="00972A0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 w:rsidRPr="007567B4">
              <w:rPr>
                <w:rFonts w:asciiTheme="minorHAnsi" w:hAnsiTheme="minorHAnsi"/>
                <w:sz w:val="22"/>
                <w:highlight w:val="yellow"/>
              </w:rPr>
              <w:t>Specification</w:t>
            </w:r>
            <w:r w:rsidRPr="00B0293A">
              <w:rPr>
                <w:rFonts w:cs="Calibri"/>
                <w:sz w:val="24"/>
                <w:szCs w:val="24"/>
                <w:highlight w:val="yellow"/>
              </w:rPr>
              <w:t xml:space="preserve"> </w:t>
            </w:r>
            <w:r w:rsidR="00B0293A" w:rsidRPr="00B0293A">
              <w:rPr>
                <w:rFonts w:cs="Calibri"/>
                <w:sz w:val="24"/>
                <w:szCs w:val="24"/>
                <w:highlight w:val="yellow"/>
              </w:rPr>
              <w:t>presentation**</w:t>
            </w:r>
          </w:p>
        </w:tc>
        <w:tc>
          <w:tcPr>
            <w:tcW w:w="2268" w:type="dxa"/>
            <w:shd w:val="clear" w:color="auto" w:fill="auto"/>
          </w:tcPr>
          <w:p w14:paraId="7DA65069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067CCA5" w14:textId="4D6C3BF7" w:rsidR="00B0293A" w:rsidRPr="00532E97" w:rsidRDefault="00D207FD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30/07/2024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</w:t>
            </w:r>
            <w:r w:rsidR="00EC72C1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08C89451" w:rsidR="00B0293A" w:rsidRPr="00B0293A" w:rsidRDefault="00D207FD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1/08/2024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 xml:space="preserve"> (1</w:t>
            </w:r>
            <w:r w:rsidR="00C15299">
              <w:rPr>
                <w:rFonts w:ascii="Calibri" w:hAnsi="Calibri"/>
                <w:szCs w:val="20"/>
                <w:highlight w:val="yellow"/>
              </w:rPr>
              <w:t>6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0BDE68E4" w:rsidR="00B0293A" w:rsidRPr="00532E97" w:rsidRDefault="00D207F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02/08/2024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</w:t>
            </w:r>
            <w:r w:rsidR="00EC72C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40B6E27" w:rsidR="00B0293A" w:rsidRPr="00B0293A" w:rsidRDefault="00D207FD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07/08/2024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 xml:space="preserve"> (1</w:t>
            </w:r>
            <w:r w:rsidR="00C15299">
              <w:rPr>
                <w:rFonts w:ascii="Calibri" w:hAnsi="Calibri"/>
                <w:szCs w:val="20"/>
                <w:highlight w:val="yellow"/>
              </w:rPr>
              <w:t>6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25EE7037" w:rsidR="00B0293A" w:rsidRPr="00B0293A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>
              <w:rPr>
                <w:rFonts w:cs="Calibri"/>
                <w:sz w:val="24"/>
                <w:szCs w:val="24"/>
                <w:highlight w:val="yellow"/>
              </w:rPr>
              <w:t>Proposal</w:t>
            </w:r>
            <w:r w:rsidR="00B0293A" w:rsidRPr="00B0293A">
              <w:rPr>
                <w:rFonts w:cs="Calibri"/>
                <w:sz w:val="24"/>
                <w:szCs w:val="24"/>
                <w:highlight w:val="yellow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2EFB504C" w:rsidR="00B0293A" w:rsidRPr="00532E97" w:rsidRDefault="009417EA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08/08/2024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3F0D57D7" w:rsidR="00B0293A" w:rsidRPr="00532E97" w:rsidRDefault="009417E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13/08/2024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08910BA6" w:rsidR="00B0293A" w:rsidRPr="00532E97" w:rsidRDefault="009417E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15/08/2024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219CF16" w:rsidR="00B0293A" w:rsidRPr="00532E97" w:rsidRDefault="009417E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29/08/2024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22999F0C" w:rsidR="00B0293A" w:rsidRPr="00532E97" w:rsidRDefault="009417E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30/08/2024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1BC83988" w:rsidR="00B0293A" w:rsidRPr="00532E97" w:rsidRDefault="009417E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2/09/2024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232579B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D9C71" w14:textId="77777777" w:rsidR="007B4A9A" w:rsidRDefault="007B4A9A">
      <w:r>
        <w:separator/>
      </w:r>
    </w:p>
  </w:endnote>
  <w:endnote w:type="continuationSeparator" w:id="0">
    <w:p w14:paraId="493FDE2C" w14:textId="77777777" w:rsidR="007B4A9A" w:rsidRDefault="007B4A9A">
      <w:r>
        <w:continuationSeparator/>
      </w:r>
    </w:p>
  </w:endnote>
  <w:endnote w:type="continuationNotice" w:id="1">
    <w:p w14:paraId="205E47B5" w14:textId="77777777" w:rsidR="007B4A9A" w:rsidRDefault="007B4A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02063B0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A1825">
      <w:rPr>
        <w:noProof/>
      </w:rPr>
      <w:t>2024-07-26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A0E5F" w14:textId="77777777" w:rsidR="007B4A9A" w:rsidRDefault="007B4A9A">
      <w:r>
        <w:separator/>
      </w:r>
    </w:p>
  </w:footnote>
  <w:footnote w:type="continuationSeparator" w:id="0">
    <w:p w14:paraId="2EB1D00F" w14:textId="77777777" w:rsidR="007B4A9A" w:rsidRDefault="007B4A9A">
      <w:r>
        <w:continuationSeparator/>
      </w:r>
    </w:p>
  </w:footnote>
  <w:footnote w:type="continuationNotice" w:id="1">
    <w:p w14:paraId="4BD2A070" w14:textId="77777777" w:rsidR="007B4A9A" w:rsidRDefault="007B4A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2D27C880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C15299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72A05">
      <w:rPr>
        <w:rStyle w:val="Strong"/>
        <w:rFonts w:asciiTheme="minorHAnsi" w:hAnsiTheme="minorHAnsi" w:cstheme="minorHAnsi"/>
        <w:lang w:val="en-GB"/>
      </w:rPr>
      <w:t>RFP-MXXX-2020-</w:t>
    </w:r>
    <w:r w:rsidRPr="00C15299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08857">
    <w:abstractNumId w:val="1"/>
  </w:num>
  <w:num w:numId="2" w16cid:durableId="1631472040">
    <w:abstractNumId w:val="10"/>
  </w:num>
  <w:num w:numId="3" w16cid:durableId="1406148856">
    <w:abstractNumId w:val="11"/>
  </w:num>
  <w:num w:numId="4" w16cid:durableId="2002418956">
    <w:abstractNumId w:val="4"/>
  </w:num>
  <w:num w:numId="5" w16cid:durableId="44643250">
    <w:abstractNumId w:val="3"/>
  </w:num>
  <w:num w:numId="6" w16cid:durableId="278488756">
    <w:abstractNumId w:val="7"/>
  </w:num>
  <w:num w:numId="7" w16cid:durableId="916331350">
    <w:abstractNumId w:val="5"/>
  </w:num>
  <w:num w:numId="8" w16cid:durableId="239869612">
    <w:abstractNumId w:val="9"/>
  </w:num>
  <w:num w:numId="9" w16cid:durableId="821965543">
    <w:abstractNumId w:val="0"/>
  </w:num>
  <w:num w:numId="10" w16cid:durableId="232391527">
    <w:abstractNumId w:val="8"/>
  </w:num>
  <w:num w:numId="11" w16cid:durableId="1706522530">
    <w:abstractNumId w:val="2"/>
  </w:num>
  <w:num w:numId="12" w16cid:durableId="146704086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247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876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4A9A"/>
    <w:rsid w:val="007B520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17EA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2D7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7FD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1825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D7136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80F51-B990-4357-B806-C8E87EBBB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92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1529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5</cp:revision>
  <cp:lastPrinted>2013-10-18T08:32:00Z</cp:lastPrinted>
  <dcterms:created xsi:type="dcterms:W3CDTF">2020-07-06T13:09:00Z</dcterms:created>
  <dcterms:modified xsi:type="dcterms:W3CDTF">2024-07-26T02:11:00Z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